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130F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130F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130F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130F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553449">
      <w:rPr>
        <w:szCs w:val="24"/>
      </w:rPr>
      <w:t>2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2130F9">
      <w:rPr>
        <w:rFonts w:eastAsia="MS Mincho"/>
        <w:szCs w:val="24"/>
        <w:lang w:val="en-US" w:eastAsia="en-US"/>
      </w:rPr>
      <w:t>10023574/RIA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30F9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2AF8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3449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E78EE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DB9184B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A007-4A95-482C-B7E0-9E307457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5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Inoa Rosilennys EXT</cp:lastModifiedBy>
  <cp:revision>8</cp:revision>
  <cp:lastPrinted>2017-10-31T13:48:00Z</cp:lastPrinted>
  <dcterms:created xsi:type="dcterms:W3CDTF">2020-11-06T15:46:00Z</dcterms:created>
  <dcterms:modified xsi:type="dcterms:W3CDTF">2022-05-23T08:56:00Z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